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24AF4F00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EB63D3">
              <w:rPr>
                <w:rFonts w:eastAsia="Calibri"/>
                <w:color w:val="2E74B5"/>
              </w:rPr>
              <w:t xml:space="preserve">MTÜ Khordongi Ühing Eestis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4624BE41" w:rsidR="00F21C04" w:rsidRPr="00645CA1" w:rsidRDefault="00EB63D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MTÜ Khordongi Ühing Eestis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13C7668E" w:rsidR="00F21C04" w:rsidRPr="00645CA1" w:rsidRDefault="00EB63D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Jako Jaagu, </w:t>
            </w:r>
            <w:hyperlink r:id="rId7" w:history="1">
              <w:r w:rsidRPr="008D647B">
                <w:rPr>
                  <w:rStyle w:val="Hperlink"/>
                  <w:rFonts w:eastAsia="Calibri"/>
                </w:rPr>
                <w:t>jakojaagu@gmail.com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 xml:space="preserve">, 5230969. 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20E8C7DD" w:rsidR="00F21C04" w:rsidRPr="00645CA1" w:rsidRDefault="00EB63D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Swedbank ja </w:t>
            </w:r>
            <w:r w:rsidRPr="00EB63D3">
              <w:rPr>
                <w:rFonts w:ascii="Times New Roman" w:eastAsia="Calibri" w:hAnsi="Times New Roman" w:cs="Times New Roman"/>
                <w:color w:val="2E74B5"/>
              </w:rPr>
              <w:t>EE722200221016639493</w:t>
            </w:r>
            <w:r>
              <w:rPr>
                <w:rFonts w:ascii="Times New Roman" w:eastAsia="Calibri" w:hAnsi="Times New Roman" w:cs="Times New Roman"/>
                <w:color w:val="2E74B5"/>
              </w:rPr>
              <w:t xml:space="preserve">. 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772D9B19" w:rsidR="00F21C04" w:rsidRPr="00645CA1" w:rsidRDefault="00EB63D3" w:rsidP="00E06C31">
            <w:pPr>
              <w:rPr>
                <w:rFonts w:ascii="Times New Roman" w:eastAsia="Calibri" w:hAnsi="Times New Roman" w:cs="Times New Roman"/>
              </w:rPr>
            </w:pPr>
            <w:r w:rsidRPr="00EB63D3">
              <w:rPr>
                <w:rFonts w:ascii="Times New Roman" w:eastAsia="Calibri" w:hAnsi="Times New Roman" w:cs="Times New Roman"/>
                <w:color w:val="2E74B5"/>
              </w:rPr>
              <w:t xml:space="preserve">Põhikirja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>
              <w:rPr>
                <w:rFonts w:ascii="Times New Roman" w:eastAsia="Calibri" w:hAnsi="Times New Roman" w:cs="Times New Roman"/>
                <w:color w:val="2E74B5"/>
              </w:rPr>
              <w:t>juhatuse liige Jako Jaagu</w:t>
            </w:r>
            <w:bookmarkStart w:id="0" w:name="_GoBack"/>
            <w:bookmarkEnd w:id="0"/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CBDC0" w14:textId="77777777" w:rsidR="00815C50" w:rsidRDefault="00815C50" w:rsidP="00DF44DF">
      <w:r>
        <w:separator/>
      </w:r>
    </w:p>
  </w:endnote>
  <w:endnote w:type="continuationSeparator" w:id="0">
    <w:p w14:paraId="1D655A37" w14:textId="77777777" w:rsidR="00815C50" w:rsidRDefault="00815C50" w:rsidP="00DF44DF">
      <w:r>
        <w:continuationSeparator/>
      </w:r>
    </w:p>
  </w:endnote>
  <w:endnote w:type="continuationNotice" w:id="1">
    <w:p w14:paraId="1D48DCE0" w14:textId="77777777" w:rsidR="00815C50" w:rsidRDefault="00815C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97207" w14:textId="77777777" w:rsidR="00815C50" w:rsidRDefault="00815C50" w:rsidP="00DF44DF">
      <w:r>
        <w:separator/>
      </w:r>
    </w:p>
  </w:footnote>
  <w:footnote w:type="continuationSeparator" w:id="0">
    <w:p w14:paraId="5C38FAF9" w14:textId="77777777" w:rsidR="00815C50" w:rsidRDefault="00815C50" w:rsidP="00DF44DF">
      <w:r>
        <w:continuationSeparator/>
      </w:r>
    </w:p>
  </w:footnote>
  <w:footnote w:type="continuationNotice" w:id="1">
    <w:p w14:paraId="6E1DDE4E" w14:textId="77777777" w:rsidR="00815C50" w:rsidRDefault="00815C5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5C50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B63D3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kojaagu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C5FCE98-1482-4F6A-BB42-2784E590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0</TotalTime>
  <Pages>1</Pages>
  <Words>209</Words>
  <Characters>1213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Jako</cp:lastModifiedBy>
  <cp:revision>2</cp:revision>
  <cp:lastPrinted>2014-04-02T13:57:00Z</cp:lastPrinted>
  <dcterms:created xsi:type="dcterms:W3CDTF">2023-03-21T11:04:00Z</dcterms:created>
  <dcterms:modified xsi:type="dcterms:W3CDTF">2023-03-21T11:04:00Z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